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4DF32" w14:textId="044ADF46" w:rsidR="006D5B5A" w:rsidRDefault="006D5B5A" w:rsidP="00755B09">
      <w:pPr>
        <w:pStyle w:val="Normativo"/>
        <w:tabs>
          <w:tab w:val="clear" w:pos="181"/>
          <w:tab w:val="left" w:pos="1245"/>
        </w:tabs>
        <w:rPr>
          <w:rFonts w:cs="Arial"/>
        </w:rPr>
      </w:pPr>
    </w:p>
    <w:p w14:paraId="5D05C7CF" w14:textId="3F4CAA39" w:rsidR="006D5B5A" w:rsidRDefault="006D5B5A" w:rsidP="00755B09">
      <w:pPr>
        <w:pStyle w:val="Normativo"/>
        <w:tabs>
          <w:tab w:val="clear" w:pos="181"/>
          <w:tab w:val="left" w:pos="1245"/>
        </w:tabs>
        <w:rPr>
          <w:rFonts w:cs="Arial"/>
        </w:rPr>
      </w:pPr>
    </w:p>
    <w:p w14:paraId="472FE967" w14:textId="4C1E5C70" w:rsidR="006D5B5A" w:rsidRDefault="006D5B5A" w:rsidP="00755B09">
      <w:pPr>
        <w:pStyle w:val="Normativo"/>
        <w:tabs>
          <w:tab w:val="clear" w:pos="181"/>
          <w:tab w:val="left" w:pos="1245"/>
        </w:tabs>
        <w:rPr>
          <w:rFonts w:cs="Arial"/>
        </w:rPr>
      </w:pPr>
    </w:p>
    <w:p w14:paraId="59C93F37" w14:textId="0A55D716" w:rsidR="006D5B5A" w:rsidRDefault="006D5B5A" w:rsidP="006D5B5A">
      <w:pPr>
        <w:pStyle w:val="Normativo"/>
        <w:tabs>
          <w:tab w:val="left" w:pos="1245"/>
        </w:tabs>
        <w:jc w:val="center"/>
        <w:rPr>
          <w:rFonts w:ascii="Vale Sans" w:hAnsi="Vale Sans" w:cs="Arial"/>
          <w:b/>
          <w:bCs/>
          <w:sz w:val="32"/>
          <w:szCs w:val="32"/>
        </w:rPr>
      </w:pPr>
      <w:r w:rsidRPr="006D5B5A">
        <w:rPr>
          <w:rFonts w:ascii="Vale Sans" w:hAnsi="Vale Sans" w:cs="Arial"/>
          <w:b/>
          <w:bCs/>
          <w:sz w:val="32"/>
          <w:szCs w:val="32"/>
        </w:rPr>
        <w:t>Declaração de Cumprimento Legal</w:t>
      </w:r>
    </w:p>
    <w:p w14:paraId="20A1A854" w14:textId="78033859" w:rsidR="006D5B5A" w:rsidRPr="006D5B5A" w:rsidRDefault="006D5B5A" w:rsidP="006D5B5A">
      <w:pPr>
        <w:pStyle w:val="Normativo"/>
        <w:tabs>
          <w:tab w:val="left" w:pos="1245"/>
        </w:tabs>
        <w:jc w:val="center"/>
        <w:rPr>
          <w:rFonts w:ascii="Vale Sans" w:hAnsi="Vale Sans" w:cs="Arial"/>
          <w:b/>
          <w:bCs/>
          <w:sz w:val="32"/>
          <w:szCs w:val="32"/>
        </w:rPr>
      </w:pPr>
    </w:p>
    <w:p w14:paraId="18491BD3" w14:textId="78C18A2E" w:rsidR="006D5B5A" w:rsidRPr="006D5B5A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>Razão Social</w:t>
      </w:r>
      <w:r w:rsidR="000A2C94">
        <w:rPr>
          <w:rFonts w:ascii="Vale Sans" w:hAnsi="Vale Sans" w:cs="Arial"/>
          <w:sz w:val="22"/>
          <w:szCs w:val="22"/>
        </w:rPr>
        <w:t xml:space="preserve"> da Empresa</w:t>
      </w:r>
      <w:r w:rsidRPr="003A5C08">
        <w:rPr>
          <w:rFonts w:ascii="Vale Sans" w:hAnsi="Vale Sans" w:cs="Arial"/>
          <w:sz w:val="22"/>
          <w:szCs w:val="22"/>
        </w:rPr>
        <w:t xml:space="preserve">: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 xml:space="preserve">&lt;&lt;nome </w:t>
      </w:r>
      <w:r w:rsidR="000A2C94">
        <w:rPr>
          <w:rFonts w:ascii="Vale Sans" w:hAnsi="Vale Sans" w:cs="Arial"/>
          <w:color w:val="808080" w:themeColor="background1" w:themeShade="80"/>
          <w:sz w:val="18"/>
          <w:szCs w:val="18"/>
        </w:rPr>
        <w:t>empresarial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&gt;&gt;</w:t>
      </w:r>
    </w:p>
    <w:p w14:paraId="6EAD2BF1" w14:textId="7CE05C07" w:rsidR="006D5B5A" w:rsidRPr="006D5B5A" w:rsidRDefault="006D5B5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 xml:space="preserve">CNPJ: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&lt;&lt;CNPJ&gt;&gt;</w:t>
      </w:r>
    </w:p>
    <w:p w14:paraId="1A91E373" w14:textId="3A20B678" w:rsidR="006D5B5A" w:rsidRDefault="006D5B5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1404E127" w14:textId="1A3E5A8E" w:rsidR="003A5C08" w:rsidRDefault="003A5C08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0CAB7074" w14:textId="7BD64825" w:rsidR="00E6176D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>Pelo presente instrumento, a empresa declara estar em conformidade com todos os requerimentos legais aplicáveis de Saúde, Segurança e Meio Ambiente a sua atividade</w:t>
      </w:r>
      <w:r w:rsidR="00E6176D">
        <w:rPr>
          <w:rFonts w:ascii="Vale Sans" w:hAnsi="Vale Sans" w:cs="Arial"/>
          <w:sz w:val="22"/>
          <w:szCs w:val="22"/>
        </w:rPr>
        <w:t xml:space="preserve">. </w:t>
      </w:r>
      <w:r w:rsidRPr="001E280A">
        <w:rPr>
          <w:rFonts w:ascii="Vale Sans" w:hAnsi="Vale Sans" w:cs="Arial"/>
          <w:sz w:val="22"/>
          <w:szCs w:val="22"/>
        </w:rPr>
        <w:t xml:space="preserve">Os documentos legais da </w:t>
      </w:r>
      <w:proofErr w:type="gramStart"/>
      <w:r w:rsidRPr="001E280A">
        <w:rPr>
          <w:rFonts w:ascii="Vale Sans" w:hAnsi="Vale Sans" w:cs="Arial"/>
          <w:sz w:val="22"/>
          <w:szCs w:val="22"/>
        </w:rPr>
        <w:t>empresa</w:t>
      </w:r>
      <w:r w:rsidR="004D160D">
        <w:rPr>
          <w:rFonts w:ascii="Vale Sans" w:hAnsi="Vale Sans" w:cs="Arial"/>
          <w:sz w:val="22"/>
          <w:szCs w:val="22"/>
        </w:rPr>
        <w:t xml:space="preserve"> </w:t>
      </w:r>
      <w:r w:rsidRPr="001E280A">
        <w:rPr>
          <w:rFonts w:ascii="Vale Sans" w:hAnsi="Vale Sans" w:cs="Arial"/>
          <w:sz w:val="22"/>
          <w:szCs w:val="22"/>
        </w:rPr>
        <w:t xml:space="preserve"> deverão</w:t>
      </w:r>
      <w:proofErr w:type="gramEnd"/>
      <w:r w:rsidRPr="001E280A">
        <w:rPr>
          <w:rFonts w:ascii="Vale Sans" w:hAnsi="Vale Sans" w:cs="Arial"/>
          <w:sz w:val="22"/>
          <w:szCs w:val="22"/>
        </w:rPr>
        <w:t xml:space="preserve"> ser apresentados quando requisitados pelo Gestor ou Fiscal do Contrato. </w:t>
      </w:r>
    </w:p>
    <w:p w14:paraId="01C2C155" w14:textId="632E7F01" w:rsidR="00E6176D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 xml:space="preserve">A empresa se responsabiliza por eventual atuação fiscal que possa vir a ocorrer durante a </w:t>
      </w:r>
      <w:r w:rsidR="000161A7">
        <w:rPr>
          <w:rFonts w:ascii="Vale Sans" w:hAnsi="Vale Sans" w:cs="Arial"/>
          <w:sz w:val="22"/>
          <w:szCs w:val="22"/>
        </w:rPr>
        <w:t xml:space="preserve">vigência contratual </w:t>
      </w:r>
      <w:r w:rsidRPr="001E280A">
        <w:rPr>
          <w:rFonts w:ascii="Vale Sans" w:hAnsi="Vale Sans" w:cs="Arial"/>
          <w:sz w:val="22"/>
          <w:szCs w:val="22"/>
        </w:rPr>
        <w:t>dentro da unidade de prestação de serviço</w:t>
      </w:r>
      <w:r w:rsidR="000161A7">
        <w:rPr>
          <w:rFonts w:ascii="Vale Sans" w:hAnsi="Vale Sans" w:cs="Arial"/>
          <w:sz w:val="22"/>
          <w:szCs w:val="22"/>
        </w:rPr>
        <w:t xml:space="preserve"> ou área </w:t>
      </w:r>
      <w:r w:rsidR="00AB05D7">
        <w:rPr>
          <w:rFonts w:ascii="Vale Sans" w:hAnsi="Vale Sans" w:cs="Arial"/>
          <w:sz w:val="22"/>
          <w:szCs w:val="22"/>
        </w:rPr>
        <w:t>predefinida</w:t>
      </w:r>
      <w:r w:rsidR="000161A7">
        <w:rPr>
          <w:rFonts w:ascii="Vale Sans" w:hAnsi="Vale Sans" w:cs="Arial"/>
          <w:sz w:val="22"/>
          <w:szCs w:val="22"/>
        </w:rPr>
        <w:t>.</w:t>
      </w:r>
    </w:p>
    <w:p w14:paraId="61E33ECD" w14:textId="65ED35C2" w:rsidR="00E6176D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>Informamos que o Gestor ou Fiscal do Contrato será responsável pelo acompanhamento da execução dos serviços.</w:t>
      </w:r>
    </w:p>
    <w:p w14:paraId="6524B4B4" w14:textId="04C92FE0" w:rsidR="003A5C08" w:rsidRPr="001E280A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>Lembramos, por oportuno, a necessária atenção às normas legais e internas da VALE relativ</w:t>
      </w:r>
      <w:r w:rsidR="00AB05D7">
        <w:rPr>
          <w:rFonts w:ascii="Vale Sans" w:hAnsi="Vale Sans" w:cs="Arial"/>
          <w:sz w:val="22"/>
          <w:szCs w:val="22"/>
        </w:rPr>
        <w:t>a</w:t>
      </w:r>
      <w:r w:rsidRPr="001E280A">
        <w:rPr>
          <w:rFonts w:ascii="Vale Sans" w:hAnsi="Vale Sans" w:cs="Arial"/>
          <w:sz w:val="22"/>
          <w:szCs w:val="22"/>
        </w:rPr>
        <w:t>s à Saúde &amp; Segurança e Meio Ambiente, além das demais obrigações exigidas no Contrato. Essa declaração não exime o cumprimento de normas de segurança legais nem dispensa possíveis fiscalizações.</w:t>
      </w:r>
    </w:p>
    <w:p w14:paraId="62522A3F" w14:textId="052B9ABE" w:rsidR="003A5C08" w:rsidRDefault="003A5C08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74DC150E" w14:textId="77777777" w:rsidR="003A5C08" w:rsidRPr="006D5B5A" w:rsidRDefault="003A5C08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5803D828" w14:textId="58A5B82E" w:rsidR="006D5B5A" w:rsidRPr="006D5B5A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>NOME DO REPRESENTANTE LEGAL:</w:t>
      </w:r>
      <w:r w:rsidRPr="006D5B5A">
        <w:rPr>
          <w:rFonts w:ascii="Vale Sans" w:hAnsi="Vale Sans" w:cs="Arial"/>
          <w:sz w:val="28"/>
          <w:szCs w:val="28"/>
        </w:rPr>
        <w:t xml:space="preserve">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&lt;&lt;Nome</w:t>
      </w:r>
      <w:r w:rsidR="00A87149">
        <w:rPr>
          <w:rFonts w:ascii="Vale Sans" w:hAnsi="Vale Sans" w:cs="Arial"/>
          <w:color w:val="808080" w:themeColor="background1" w:themeShade="80"/>
          <w:sz w:val="18"/>
          <w:szCs w:val="18"/>
        </w:rPr>
        <w:t xml:space="preserve"> completo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&gt;&gt;</w:t>
      </w:r>
    </w:p>
    <w:p w14:paraId="26884E0D" w14:textId="77777777" w:rsidR="006D5B5A" w:rsidRPr="003A5C08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color w:val="808080" w:themeColor="background1" w:themeShade="80"/>
          <w:sz w:val="18"/>
          <w:szCs w:val="18"/>
        </w:rPr>
      </w:pPr>
      <w:r w:rsidRPr="003A5C08">
        <w:rPr>
          <w:rFonts w:ascii="Vale Sans" w:hAnsi="Vale Sans" w:cs="Arial"/>
          <w:sz w:val="22"/>
          <w:szCs w:val="22"/>
        </w:rPr>
        <w:t xml:space="preserve">NÚMERO DO DOCUMENTO DE IDENTIFICAÇÃO: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&lt;&lt;CPF/RG/Passaporte&gt;&gt;</w:t>
      </w:r>
    </w:p>
    <w:p w14:paraId="56270231" w14:textId="77777777" w:rsidR="006D5B5A" w:rsidRPr="003A5C08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18"/>
          <w:szCs w:val="18"/>
        </w:rPr>
      </w:pPr>
      <w:r w:rsidRPr="003A5C08">
        <w:rPr>
          <w:rFonts w:ascii="Vale Sans" w:hAnsi="Vale Sans" w:cs="Arial"/>
          <w:color w:val="232323" w:themeColor="text1" w:themeShade="80"/>
          <w:sz w:val="22"/>
          <w:szCs w:val="22"/>
        </w:rPr>
        <w:t>DATA DE ASSINATURA:</w:t>
      </w:r>
      <w:r w:rsidRPr="003A5C08">
        <w:rPr>
          <w:rFonts w:ascii="Vale Sans" w:hAnsi="Vale Sans" w:cs="Arial"/>
          <w:color w:val="232323" w:themeColor="text1" w:themeShade="80"/>
          <w:sz w:val="28"/>
          <w:szCs w:val="28"/>
        </w:rPr>
        <w:t xml:space="preserve">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&lt;&lt;Data da assinatura do documento&gt;&gt;</w:t>
      </w:r>
    </w:p>
    <w:p w14:paraId="71C78151" w14:textId="318BF7DB" w:rsidR="00D0345A" w:rsidRPr="006D5B5A" w:rsidRDefault="006D5B5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>ASSINATURA:</w:t>
      </w:r>
      <w:r w:rsidRPr="006D5B5A">
        <w:rPr>
          <w:rFonts w:ascii="Vale Sans" w:hAnsi="Vale Sans" w:cs="Arial"/>
          <w:sz w:val="28"/>
          <w:szCs w:val="28"/>
        </w:rPr>
        <w:t xml:space="preserve">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&lt;&lt;Assinatura do Responsável da Empresa&gt;&gt;</w:t>
      </w:r>
      <w:r w:rsidR="00755B09"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ab/>
      </w:r>
    </w:p>
    <w:p w14:paraId="0DB8F70A" w14:textId="77777777" w:rsidR="005D2757" w:rsidRPr="00112FC5" w:rsidRDefault="005D2757" w:rsidP="006D5B5A">
      <w:pPr>
        <w:spacing w:line="360" w:lineRule="auto"/>
        <w:rPr>
          <w:rFonts w:ascii="Arial" w:hAnsi="Arial" w:cs="Arial"/>
        </w:rPr>
      </w:pPr>
    </w:p>
    <w:p w14:paraId="0BEA02CB" w14:textId="77777777" w:rsidR="005D2757" w:rsidRPr="00112FC5" w:rsidRDefault="005D2757" w:rsidP="006D5B5A">
      <w:pPr>
        <w:spacing w:line="360" w:lineRule="auto"/>
        <w:rPr>
          <w:rFonts w:ascii="Arial" w:hAnsi="Arial" w:cs="Arial"/>
        </w:rPr>
      </w:pPr>
    </w:p>
    <w:p w14:paraId="2B79D627" w14:textId="77777777" w:rsidR="005D2757" w:rsidRPr="00112FC5" w:rsidRDefault="005D2757" w:rsidP="005D2757">
      <w:pPr>
        <w:rPr>
          <w:rFonts w:ascii="Arial" w:hAnsi="Arial" w:cs="Arial"/>
        </w:rPr>
      </w:pPr>
    </w:p>
    <w:p w14:paraId="7C1956AE" w14:textId="77777777" w:rsidR="00F07DA0" w:rsidRPr="00112FC5" w:rsidRDefault="00F07DA0" w:rsidP="005D2757">
      <w:pPr>
        <w:rPr>
          <w:rFonts w:ascii="Arial" w:hAnsi="Arial" w:cs="Arial"/>
          <w:b/>
          <w:color w:val="008080"/>
          <w:sz w:val="32"/>
          <w:szCs w:val="32"/>
        </w:rPr>
      </w:pPr>
    </w:p>
    <w:p w14:paraId="731F3A1C" w14:textId="77777777" w:rsidR="00F07DA0" w:rsidRPr="00112FC5" w:rsidRDefault="00F07DA0" w:rsidP="005D2757">
      <w:pPr>
        <w:rPr>
          <w:rFonts w:ascii="Arial" w:hAnsi="Arial" w:cs="Arial"/>
          <w:b/>
          <w:color w:val="008080"/>
          <w:sz w:val="10"/>
          <w:szCs w:val="10"/>
        </w:rPr>
      </w:pPr>
    </w:p>
    <w:sectPr w:rsidR="00F07DA0" w:rsidRPr="00112FC5" w:rsidSect="007057F8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850" w:bottom="709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36775" w14:textId="77777777" w:rsidR="00A72A9D" w:rsidRDefault="00A72A9D">
      <w:r>
        <w:separator/>
      </w:r>
    </w:p>
  </w:endnote>
  <w:endnote w:type="continuationSeparator" w:id="0">
    <w:p w14:paraId="1918CD95" w14:textId="77777777" w:rsidR="00A72A9D" w:rsidRDefault="00A7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le Sans">
    <w:panose1 w:val="020B0503020204030204"/>
    <w:charset w:val="00"/>
    <w:family w:val="swiss"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91BB9" w14:textId="77777777" w:rsidR="006838A8" w:rsidRPr="006838A8" w:rsidRDefault="006D2091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sdt>
      <w:sdtPr>
        <w:id w:val="-1981372003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6838A8" w:rsidRPr="006838A8">
          <w:rPr>
            <w:rFonts w:asciiTheme="minorHAnsi" w:hAnsiTheme="minorHAnsi"/>
          </w:rPr>
          <w:fldChar w:fldCharType="begin"/>
        </w:r>
        <w:r w:rsidR="006838A8" w:rsidRPr="006838A8">
          <w:rPr>
            <w:rFonts w:asciiTheme="minorHAnsi" w:hAnsiTheme="minorHAnsi"/>
          </w:rPr>
          <w:instrText>PAGE   \* MERGEFORMAT</w:instrText>
        </w:r>
        <w:r w:rsidR="006838A8" w:rsidRPr="006838A8">
          <w:rPr>
            <w:rFonts w:asciiTheme="minorHAnsi" w:hAnsiTheme="minorHAnsi"/>
          </w:rPr>
          <w:fldChar w:fldCharType="separate"/>
        </w:r>
        <w:r w:rsidR="0023633E">
          <w:rPr>
            <w:rFonts w:asciiTheme="minorHAnsi" w:hAnsiTheme="minorHAnsi"/>
            <w:noProof/>
          </w:rPr>
          <w:t>2</w:t>
        </w:r>
        <w:r w:rsidR="006838A8" w:rsidRPr="006838A8">
          <w:rPr>
            <w:rFonts w:asciiTheme="minorHAnsi" w:hAnsiTheme="minorHAnsi"/>
          </w:rPr>
          <w:fldChar w:fldCharType="end"/>
        </w:r>
        <w:r w:rsidR="004D5B5A">
          <w:rPr>
            <w:rFonts w:asciiTheme="minorHAnsi" w:hAnsiTheme="minorHAnsi"/>
          </w:rPr>
          <w:t xml:space="preserve"> de </w:t>
        </w:r>
        <w:r w:rsidR="008F509F">
          <w:rPr>
            <w:rFonts w:asciiTheme="minorHAnsi" w:hAnsiTheme="minorHAnsi"/>
          </w:rPr>
          <w:t>3</w:t>
        </w:r>
      </w:sdtContent>
    </w:sdt>
    <w:r>
      <w:rPr>
        <w:rFonts w:asciiTheme="minorHAnsi" w:hAnsiTheme="minorHAnsi"/>
      </w:rPr>
      <w:tab/>
    </w:r>
  </w:p>
  <w:p w14:paraId="7819742D" w14:textId="77777777" w:rsidR="00682FC7" w:rsidRPr="00EC7898" w:rsidRDefault="00682FC7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187CC" w14:textId="77777777" w:rsidR="00AA15E4" w:rsidRDefault="00AA15E4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C179D" w14:textId="77777777" w:rsidR="00A72A9D" w:rsidRDefault="00A72A9D">
      <w:r>
        <w:separator/>
      </w:r>
    </w:p>
  </w:footnote>
  <w:footnote w:type="continuationSeparator" w:id="0">
    <w:p w14:paraId="27E622AA" w14:textId="77777777" w:rsidR="00A72A9D" w:rsidRDefault="00A7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3885F" w14:textId="77777777" w:rsidR="00954889" w:rsidRDefault="00954889" w:rsidP="00954889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4DADFEC" wp14:editId="3BCD3FE5">
              <wp:simplePos x="0" y="0"/>
              <wp:positionH relativeFrom="column">
                <wp:posOffset>-102235</wp:posOffset>
              </wp:positionH>
              <wp:positionV relativeFrom="paragraph">
                <wp:posOffset>-278765</wp:posOffset>
              </wp:positionV>
              <wp:extent cx="6886575" cy="702750"/>
              <wp:effectExtent l="0" t="0" r="9525" b="254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702750"/>
                        <a:chOff x="0" y="0"/>
                        <a:chExt cx="6886575" cy="702750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32D0E" w14:textId="77777777" w:rsidR="00954889" w:rsidRPr="001D5837" w:rsidRDefault="00954889" w:rsidP="009548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1D5837">
                              <w:rPr>
                                <w:rFonts w:ascii="Arial" w:eastAsia="MS PGothic" w:hAnsi="Arial" w:cs="Arial"/>
                                <w:b/>
                                <w:bCs/>
                                <w:color w:val="006666"/>
                                <w:kern w:val="24"/>
                                <w:sz w:val="28"/>
                                <w:szCs w:val="30"/>
                              </w:rPr>
                              <w:t>Insira aqui o título do seu padrão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5" name="Grupo 45"/>
                      <wpg:cNvGrpSpPr/>
                      <wpg:grpSpPr>
                        <a:xfrm>
                          <a:off x="0" y="0"/>
                          <a:ext cx="6886575" cy="702750"/>
                          <a:chOff x="0" y="0"/>
                          <a:chExt cx="6886575" cy="702750"/>
                        </a:xfrm>
                      </wpg:grpSpPr>
                      <pic:pic xmlns:pic="http://schemas.openxmlformats.org/drawingml/2006/picture">
                        <pic:nvPicPr>
                          <pic:cNvPr id="46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66750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DADFEC" id="Grupo 42" o:spid="_x0000_s1026" style="position:absolute;left:0;text-align:left;margin-left:-8.05pt;margin-top:-21.95pt;width:542.25pt;height:55.35pt;z-index:251661312;mso-height-relative:margin" coordsize="68865,70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">
              <v:rect id="Rectangle 48" o:spid="_x0000_s1027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<v:textbox inset="0">
                  <w:txbxContent>
                    <w:p w14:paraId="57A32D0E" w14:textId="77777777" w:rsidR="00954889" w:rsidRPr="001D5837" w:rsidRDefault="00954889" w:rsidP="009548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  <w:r w:rsidRPr="001D5837">
                        <w:rPr>
                          <w:rFonts w:ascii="Arial" w:eastAsia="MS PGothic" w:hAnsi="Arial" w:cs="Arial"/>
                          <w:b/>
                          <w:bCs/>
                          <w:color w:val="006666"/>
                          <w:kern w:val="24"/>
                          <w:sz w:val="28"/>
                          <w:szCs w:val="30"/>
                        </w:rPr>
                        <w:t>Insira aqui o título do seu padrão</w:t>
                      </w:r>
                    </w:p>
                  </w:txbxContent>
                </v:textbox>
              </v:rect>
              <v:group id="Grupo 45" o:spid="_x0000_s1028" style="position:absolute;width:68865;height:7027" coordsize="68865,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29" type="#_x0000_t75" alt="Descrição: vale_c_sm" style="position:absolute;left:57340;width:11525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">
                  <v:imagedata r:id="rId2" o:title=" vale_c_sm"/>
                </v:shape>
                <v:rect id="Rectangle 14" o:spid="_x0000_s1030" style="position:absolute;top:6667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C1901E4" wp14:editId="766A6F87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7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ED3968E" w14:textId="77777777" w:rsidR="00954889" w:rsidRDefault="00954889" w:rsidP="00954889">
    <w:pPr>
      <w:rPr>
        <w:rFonts w:ascii="Arial" w:hAnsi="Arial" w:cs="Arial"/>
        <w:b/>
        <w:sz w:val="28"/>
      </w:rPr>
    </w:pPr>
  </w:p>
  <w:p w14:paraId="66438A98" w14:textId="77777777" w:rsidR="00954889" w:rsidRDefault="0057757D" w:rsidP="00954889">
    <w:pPr>
      <w:tabs>
        <w:tab w:val="left" w:pos="3060"/>
      </w:tabs>
    </w:pP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4576DE" wp14:editId="3FEE00FC">
              <wp:simplePos x="0" y="0"/>
              <wp:positionH relativeFrom="column">
                <wp:posOffset>-102235</wp:posOffset>
              </wp:positionH>
              <wp:positionV relativeFrom="paragraph">
                <wp:posOffset>8255</wp:posOffset>
              </wp:positionV>
              <wp:extent cx="6843395" cy="265430"/>
              <wp:effectExtent l="0" t="0" r="0" b="0"/>
              <wp:wrapNone/>
              <wp:docPr id="48" name="Retângulo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43395" cy="265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906A5B" w14:textId="5C2E3100" w:rsidR="00954889" w:rsidRPr="001D5837" w:rsidRDefault="00954889" w:rsidP="00954889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="Arial" w:hAnsi="Arial" w:cs="Arial"/>
                              <w:b/>
                              <w:color w:val="006666"/>
                              <w:sz w:val="20"/>
                              <w:szCs w:val="20"/>
                              <w:lang w:val="en-US"/>
                            </w:rPr>
                          </w:pP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</w:t>
                          </w:r>
                          <w:r w:rsidR="00E40EBF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GS</w:t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-00nnnn</w:t>
                          </w:r>
                          <w:r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, </w:t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Rev.: 00-dd/mm/</w:t>
                          </w:r>
                          <w:proofErr w:type="spellStart"/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aaaa</w:t>
                          </w:r>
                          <w:proofErr w:type="spellEnd"/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                           </w:t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  <w:t xml:space="preserve">                          </w:t>
                          </w:r>
                        </w:p>
                      </w:txbxContent>
                    </wps:txbx>
                    <wps:bodyPr wrap="square" lIns="0" r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C4576DE" id="Retângulo 48" o:spid="_x0000_s1031" style="position:absolute;margin-left:-8.05pt;margin-top:.65pt;width:538.85pt;height:20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" filled="f" stroked="f">
              <v:textbox inset="0,,0">
                <w:txbxContent>
                  <w:p w14:paraId="05906A5B" w14:textId="5C2E3100" w:rsidR="00954889" w:rsidRPr="001D5837" w:rsidRDefault="00954889" w:rsidP="00954889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="Arial" w:hAnsi="Arial" w:cs="Arial"/>
                        <w:b/>
                        <w:color w:val="006666"/>
                        <w:sz w:val="20"/>
                        <w:szCs w:val="20"/>
                        <w:lang w:val="en-US"/>
                      </w:rPr>
                    </w:pP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P</w:t>
                    </w:r>
                    <w:r w:rsidR="00E40EBF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GS</w:t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-00nnnn</w:t>
                    </w:r>
                    <w:r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 xml:space="preserve">, </w:t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Rev.: 00-dd/mm/</w:t>
                    </w:r>
                    <w:proofErr w:type="spellStart"/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aaaa</w:t>
                    </w:r>
                    <w:proofErr w:type="spellEnd"/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 xml:space="preserve">                            </w:t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  <w:t xml:space="preserve">                          </w:t>
                    </w:r>
                  </w:p>
                </w:txbxContent>
              </v:textbox>
            </v:rect>
          </w:pict>
        </mc:Fallback>
      </mc:AlternateContent>
    </w:r>
  </w:p>
  <w:p w14:paraId="4828CE39" w14:textId="77777777" w:rsidR="00954889" w:rsidRPr="001D5837" w:rsidRDefault="00954889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607C34DA" w14:textId="77777777" w:rsidR="00682FC7" w:rsidRDefault="00682FC7">
    <w:pPr>
      <w:rPr>
        <w:sz w:val="2"/>
      </w:rPr>
    </w:pPr>
  </w:p>
  <w:p w14:paraId="1804685D" w14:textId="77777777" w:rsidR="00682FC7" w:rsidRDefault="00682FC7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97DD7" w14:textId="77777777" w:rsidR="00682FC7" w:rsidRDefault="00954889" w:rsidP="007B62D8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28A89166" wp14:editId="257F759C">
              <wp:simplePos x="0" y="0"/>
              <wp:positionH relativeFrom="column">
                <wp:posOffset>-102235</wp:posOffset>
              </wp:positionH>
              <wp:positionV relativeFrom="paragraph">
                <wp:posOffset>-278765</wp:posOffset>
              </wp:positionV>
              <wp:extent cx="6886575" cy="636075"/>
              <wp:effectExtent l="0" t="0" r="9525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636075"/>
                        <a:chOff x="0" y="0"/>
                        <a:chExt cx="6886575" cy="636075"/>
                      </a:xfrm>
                    </wpg:grpSpPr>
                    <wps:wsp>
                      <wps:cNvPr id="179468287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1A1BC" w14:textId="771141B4" w:rsidR="001D5837" w:rsidRPr="003A5C08" w:rsidRDefault="006D5B5A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ale Sans" w:hAnsi="Vale Sans" w:cs="Arial"/>
                                <w:color w:val="006666"/>
                                <w:sz w:val="32"/>
                                <w:szCs w:val="32"/>
                              </w:rPr>
                            </w:pPr>
                            <w:r w:rsidRPr="003A5C08">
                              <w:rPr>
                                <w:rFonts w:ascii="Vale Sans" w:eastAsia="MS PGothic" w:hAnsi="Vale Sans" w:cs="Arial"/>
                                <w:b/>
                                <w:bCs/>
                                <w:color w:val="006666"/>
                                <w:kern w:val="24"/>
                                <w:sz w:val="32"/>
                                <w:szCs w:val="32"/>
                              </w:rPr>
                              <w:t>Guia de Mobilização</w:t>
                            </w:r>
                            <w:r w:rsidR="00142C06">
                              <w:rPr>
                                <w:rFonts w:ascii="Vale Sans" w:eastAsia="MS PGothic" w:hAnsi="Vale Sans" w:cs="Arial"/>
                                <w:b/>
                                <w:bCs/>
                                <w:color w:val="006666"/>
                                <w:kern w:val="24"/>
                                <w:sz w:val="32"/>
                                <w:szCs w:val="32"/>
                              </w:rPr>
                              <w:t xml:space="preserve"> Vale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0" name="Grupo 40"/>
                      <wpg:cNvGrpSpPr/>
                      <wpg:grpSpPr>
                        <a:xfrm>
                          <a:off x="0" y="61738"/>
                          <a:ext cx="6886575" cy="574337"/>
                          <a:chOff x="0" y="61738"/>
                          <a:chExt cx="6886575" cy="574337"/>
                        </a:xfrm>
                      </wpg:grpSpPr>
                      <pic:pic xmlns:pic="http://schemas.openxmlformats.org/drawingml/2006/picture">
                        <pic:nvPicPr>
                          <pic:cNvPr id="37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4700" y="61738"/>
                            <a:ext cx="1031875" cy="518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00075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A89166" id="Grupo 41" o:spid="_x0000_s1032" style="position:absolute;left:0;text-align:left;margin-left:-8.05pt;margin-top:-21.95pt;width:542.25pt;height:50.1pt;z-index:251655168;mso-width-relative:margin;mso-height-relative:margin" coordsize="68865,63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">
              <v:rect id="Rectangle 48" o:spid="_x0000_s1033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" filled="f" stroked="f">
                <v:textbox inset="0">
                  <w:txbxContent>
                    <w:p w14:paraId="6DB1A1BC" w14:textId="771141B4" w:rsidR="001D5837" w:rsidRPr="003A5C08" w:rsidRDefault="006D5B5A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ale Sans" w:hAnsi="Vale Sans" w:cs="Arial"/>
                          <w:color w:val="006666"/>
                          <w:sz w:val="32"/>
                          <w:szCs w:val="32"/>
                        </w:rPr>
                      </w:pPr>
                      <w:r w:rsidRPr="003A5C08">
                        <w:rPr>
                          <w:rFonts w:ascii="Vale Sans" w:eastAsia="MS PGothic" w:hAnsi="Vale Sans" w:cs="Arial"/>
                          <w:b/>
                          <w:bCs/>
                          <w:color w:val="006666"/>
                          <w:kern w:val="24"/>
                          <w:sz w:val="32"/>
                          <w:szCs w:val="32"/>
                        </w:rPr>
                        <w:t>Guia de Mobilização</w:t>
                      </w:r>
                      <w:r w:rsidR="00142C06">
                        <w:rPr>
                          <w:rFonts w:ascii="Vale Sans" w:eastAsia="MS PGothic" w:hAnsi="Vale Sans" w:cs="Arial"/>
                          <w:b/>
                          <w:bCs/>
                          <w:color w:val="006666"/>
                          <w:kern w:val="24"/>
                          <w:sz w:val="32"/>
                          <w:szCs w:val="32"/>
                        </w:rPr>
                        <w:t xml:space="preserve"> Vale</w:t>
                      </w:r>
                    </w:p>
                  </w:txbxContent>
                </v:textbox>
              </v:rect>
              <v:group id="Grupo 40" o:spid="_x0000_s1034" style="position:absolute;top:617;width:68865;height:5743" coordorigin=",617" coordsize="68865,5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35" type="#_x0000_t75" alt="Descrição: vale_c_sm" style="position:absolute;left:58547;top:617;width:10318;height:5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">
                  <v:imagedata r:id="rId2" o:title=" vale_c_sm"/>
                </v:shape>
                <v:rect id="Rectangle 14" o:spid="_x0000_s1036" style="position:absolute;top:6000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  </v:group>
            </v:group>
          </w:pict>
        </mc:Fallback>
      </mc:AlternateContent>
    </w:r>
    <w:r w:rsidR="003575DA">
      <w:rPr>
        <w:noProof/>
      </w:rPr>
      <w:drawing>
        <wp:anchor distT="0" distB="0" distL="114300" distR="114300" simplePos="0" relativeHeight="251653120" behindDoc="0" locked="0" layoutInCell="1" allowOverlap="1" wp14:anchorId="2E450819" wp14:editId="29548618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8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4D56E8" w14:textId="77777777" w:rsidR="00682FC7" w:rsidRDefault="00682FC7" w:rsidP="003575DA">
    <w:pPr>
      <w:rPr>
        <w:rFonts w:ascii="Arial" w:hAnsi="Arial" w:cs="Arial"/>
        <w:b/>
        <w:sz w:val="28"/>
      </w:rPr>
    </w:pPr>
  </w:p>
  <w:p w14:paraId="0F0BC5CC" w14:textId="77777777" w:rsidR="00682FC7" w:rsidRDefault="002E3718" w:rsidP="007B62D8">
    <w:pPr>
      <w:tabs>
        <w:tab w:val="left" w:pos="3060"/>
      </w:tabs>
    </w:pP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A9067C" wp14:editId="316A8CA1">
              <wp:simplePos x="0" y="0"/>
              <wp:positionH relativeFrom="column">
                <wp:posOffset>-102235</wp:posOffset>
              </wp:positionH>
              <wp:positionV relativeFrom="paragraph">
                <wp:posOffset>-1270</wp:posOffset>
              </wp:positionV>
              <wp:extent cx="6843395" cy="265430"/>
              <wp:effectExtent l="0" t="0" r="0" b="0"/>
              <wp:wrapNone/>
              <wp:docPr id="15" name="Retângul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43395" cy="265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3404CD" w14:textId="0E3ADB28" w:rsidR="001D5837" w:rsidRPr="003A5C08" w:rsidRDefault="006D04BA" w:rsidP="001D5837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="Vale Sans" w:hAnsi="Vale Sans" w:cs="Arial"/>
                              <w:b/>
                              <w:color w:val="006666"/>
                              <w:sz w:val="20"/>
                              <w:szCs w:val="20"/>
                              <w:lang w:val="en-US"/>
                            </w:rPr>
                          </w:pPr>
                          <w:r w:rsidRPr="006D04BA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PGS-005865, Rev.: 01-</w:t>
                          </w:r>
                          <w:r w:rsidR="004D160D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26</w:t>
                          </w:r>
                          <w:r w:rsidRPr="006D04BA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/07/2024</w:t>
                          </w:r>
                          <w:r w:rsidR="001D5837"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1D5837"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1D5837"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1D5837"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1D5837"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  <w:t xml:space="preserve">                          </w:t>
                          </w:r>
                        </w:p>
                      </w:txbxContent>
                    </wps:txbx>
                    <wps:bodyPr wrap="square" lIns="0" r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AA9067C" id="Retângulo 15" o:spid="_x0000_s1037" style="position:absolute;margin-left:-8.05pt;margin-top:-.1pt;width:538.85pt;height:20.9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" filled="f" stroked="f">
              <v:textbox inset="0,,0">
                <w:txbxContent>
                  <w:p w14:paraId="763404CD" w14:textId="0E3ADB28" w:rsidR="001D5837" w:rsidRPr="003A5C08" w:rsidRDefault="006D04BA" w:rsidP="001D5837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="Vale Sans" w:hAnsi="Vale Sans" w:cs="Arial"/>
                        <w:b/>
                        <w:color w:val="006666"/>
                        <w:sz w:val="20"/>
                        <w:szCs w:val="20"/>
                        <w:lang w:val="en-US"/>
                      </w:rPr>
                    </w:pPr>
                    <w:r w:rsidRPr="006D04BA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PGS-005865, Rev.: 01-</w:t>
                    </w:r>
                    <w:r w:rsidR="004D160D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26</w:t>
                    </w:r>
                    <w:r w:rsidRPr="006D04BA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/07/2024</w:t>
                    </w:r>
                    <w:r w:rsidR="001D5837"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="001D5837"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="001D5837"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="001D5837"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="001D5837"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  <w:t xml:space="preserve">                          </w:t>
                    </w:r>
                  </w:p>
                </w:txbxContent>
              </v:textbox>
            </v:rect>
          </w:pict>
        </mc:Fallback>
      </mc:AlternateContent>
    </w:r>
  </w:p>
  <w:p w14:paraId="51AFD4F9" w14:textId="77777777" w:rsidR="0051496D" w:rsidRPr="001D5837" w:rsidRDefault="0051496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162A"/>
    <w:multiLevelType w:val="hybridMultilevel"/>
    <w:tmpl w:val="F738E1E4"/>
    <w:lvl w:ilvl="0" w:tplc="24A6635A">
      <w:start w:val="1"/>
      <w:numFmt w:val="bullet"/>
      <w:lvlRestart w:val="0"/>
      <w:lvlText w:val="–"/>
      <w:lvlJc w:val="left"/>
      <w:pPr>
        <w:tabs>
          <w:tab w:val="num" w:pos="568"/>
        </w:tabs>
        <w:ind w:left="568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4F5"/>
    <w:multiLevelType w:val="hybridMultilevel"/>
    <w:tmpl w:val="3C96BF0C"/>
    <w:lvl w:ilvl="0" w:tplc="B4C22392">
      <w:start w:val="1"/>
      <w:numFmt w:val="bullet"/>
      <w:lvlRestart w:val="0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91F4061"/>
    <w:multiLevelType w:val="hybridMultilevel"/>
    <w:tmpl w:val="0AA607F8"/>
    <w:lvl w:ilvl="0" w:tplc="63CE64CA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261" w:hanging="360"/>
      </w:pPr>
    </w:lvl>
    <w:lvl w:ilvl="2" w:tplc="0416001B" w:tentative="1">
      <w:start w:val="1"/>
      <w:numFmt w:val="lowerRoman"/>
      <w:lvlText w:val="%3."/>
      <w:lvlJc w:val="right"/>
      <w:pPr>
        <w:ind w:left="1981" w:hanging="180"/>
      </w:pPr>
    </w:lvl>
    <w:lvl w:ilvl="3" w:tplc="0416000F" w:tentative="1">
      <w:start w:val="1"/>
      <w:numFmt w:val="decimal"/>
      <w:lvlText w:val="%4."/>
      <w:lvlJc w:val="left"/>
      <w:pPr>
        <w:ind w:left="2701" w:hanging="360"/>
      </w:pPr>
    </w:lvl>
    <w:lvl w:ilvl="4" w:tplc="04160019" w:tentative="1">
      <w:start w:val="1"/>
      <w:numFmt w:val="lowerLetter"/>
      <w:lvlText w:val="%5."/>
      <w:lvlJc w:val="left"/>
      <w:pPr>
        <w:ind w:left="3421" w:hanging="360"/>
      </w:pPr>
    </w:lvl>
    <w:lvl w:ilvl="5" w:tplc="0416001B" w:tentative="1">
      <w:start w:val="1"/>
      <w:numFmt w:val="lowerRoman"/>
      <w:lvlText w:val="%6."/>
      <w:lvlJc w:val="right"/>
      <w:pPr>
        <w:ind w:left="4141" w:hanging="180"/>
      </w:pPr>
    </w:lvl>
    <w:lvl w:ilvl="6" w:tplc="0416000F" w:tentative="1">
      <w:start w:val="1"/>
      <w:numFmt w:val="decimal"/>
      <w:lvlText w:val="%7."/>
      <w:lvlJc w:val="left"/>
      <w:pPr>
        <w:ind w:left="4861" w:hanging="360"/>
      </w:pPr>
    </w:lvl>
    <w:lvl w:ilvl="7" w:tplc="04160019" w:tentative="1">
      <w:start w:val="1"/>
      <w:numFmt w:val="lowerLetter"/>
      <w:lvlText w:val="%8."/>
      <w:lvlJc w:val="left"/>
      <w:pPr>
        <w:ind w:left="5581" w:hanging="360"/>
      </w:pPr>
    </w:lvl>
    <w:lvl w:ilvl="8" w:tplc="0416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2FFB74A6"/>
    <w:multiLevelType w:val="hybridMultilevel"/>
    <w:tmpl w:val="A93029C4"/>
    <w:lvl w:ilvl="0" w:tplc="A48880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1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F2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61A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E0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6A4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E9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62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CE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A393A"/>
    <w:multiLevelType w:val="hybridMultilevel"/>
    <w:tmpl w:val="710E9AF4"/>
    <w:lvl w:ilvl="0" w:tplc="0416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CB409D9"/>
    <w:multiLevelType w:val="hybridMultilevel"/>
    <w:tmpl w:val="098800D0"/>
    <w:lvl w:ilvl="0" w:tplc="EB4686A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B43D1"/>
    <w:multiLevelType w:val="hybridMultilevel"/>
    <w:tmpl w:val="18F246F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F3617"/>
    <w:multiLevelType w:val="hybridMultilevel"/>
    <w:tmpl w:val="11E2847A"/>
    <w:lvl w:ilvl="0" w:tplc="C1F8BDC8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261" w:hanging="360"/>
      </w:pPr>
    </w:lvl>
    <w:lvl w:ilvl="2" w:tplc="0416001B" w:tentative="1">
      <w:start w:val="1"/>
      <w:numFmt w:val="lowerRoman"/>
      <w:lvlText w:val="%3."/>
      <w:lvlJc w:val="right"/>
      <w:pPr>
        <w:ind w:left="1981" w:hanging="180"/>
      </w:pPr>
    </w:lvl>
    <w:lvl w:ilvl="3" w:tplc="0416000F" w:tentative="1">
      <w:start w:val="1"/>
      <w:numFmt w:val="decimal"/>
      <w:lvlText w:val="%4."/>
      <w:lvlJc w:val="left"/>
      <w:pPr>
        <w:ind w:left="2701" w:hanging="360"/>
      </w:pPr>
    </w:lvl>
    <w:lvl w:ilvl="4" w:tplc="04160019" w:tentative="1">
      <w:start w:val="1"/>
      <w:numFmt w:val="lowerLetter"/>
      <w:lvlText w:val="%5."/>
      <w:lvlJc w:val="left"/>
      <w:pPr>
        <w:ind w:left="3421" w:hanging="360"/>
      </w:pPr>
    </w:lvl>
    <w:lvl w:ilvl="5" w:tplc="0416001B" w:tentative="1">
      <w:start w:val="1"/>
      <w:numFmt w:val="lowerRoman"/>
      <w:lvlText w:val="%6."/>
      <w:lvlJc w:val="right"/>
      <w:pPr>
        <w:ind w:left="4141" w:hanging="180"/>
      </w:pPr>
    </w:lvl>
    <w:lvl w:ilvl="6" w:tplc="0416000F" w:tentative="1">
      <w:start w:val="1"/>
      <w:numFmt w:val="decimal"/>
      <w:lvlText w:val="%7."/>
      <w:lvlJc w:val="left"/>
      <w:pPr>
        <w:ind w:left="4861" w:hanging="360"/>
      </w:pPr>
    </w:lvl>
    <w:lvl w:ilvl="7" w:tplc="04160019" w:tentative="1">
      <w:start w:val="1"/>
      <w:numFmt w:val="lowerLetter"/>
      <w:lvlText w:val="%8."/>
      <w:lvlJc w:val="left"/>
      <w:pPr>
        <w:ind w:left="5581" w:hanging="360"/>
      </w:pPr>
    </w:lvl>
    <w:lvl w:ilvl="8" w:tplc="0416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" w15:restartNumberingAfterBreak="0">
    <w:nsid w:val="53332210"/>
    <w:multiLevelType w:val="hybridMultilevel"/>
    <w:tmpl w:val="CAAE22F8"/>
    <w:lvl w:ilvl="0" w:tplc="04160001">
      <w:start w:val="1"/>
      <w:numFmt w:val="bullet"/>
      <w:lvlText w:val=""/>
      <w:lvlJc w:val="left"/>
      <w:pPr>
        <w:tabs>
          <w:tab w:val="num" w:pos="811"/>
        </w:tabs>
        <w:ind w:left="81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2" w15:restartNumberingAfterBreak="0">
    <w:nsid w:val="57A5267E"/>
    <w:multiLevelType w:val="hybridMultilevel"/>
    <w:tmpl w:val="1FA8B4A0"/>
    <w:lvl w:ilvl="0" w:tplc="7D28DC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68D018E"/>
    <w:multiLevelType w:val="hybridMultilevel"/>
    <w:tmpl w:val="A7E2F21A"/>
    <w:lvl w:ilvl="0" w:tplc="0416000F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4" w15:restartNumberingAfterBreak="0">
    <w:nsid w:val="6B237BF0"/>
    <w:multiLevelType w:val="hybridMultilevel"/>
    <w:tmpl w:val="874E276C"/>
    <w:lvl w:ilvl="0" w:tplc="BBFE8352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261" w:hanging="360"/>
      </w:pPr>
    </w:lvl>
    <w:lvl w:ilvl="2" w:tplc="0416001B" w:tentative="1">
      <w:start w:val="1"/>
      <w:numFmt w:val="lowerRoman"/>
      <w:lvlText w:val="%3."/>
      <w:lvlJc w:val="right"/>
      <w:pPr>
        <w:ind w:left="1981" w:hanging="180"/>
      </w:pPr>
    </w:lvl>
    <w:lvl w:ilvl="3" w:tplc="0416000F" w:tentative="1">
      <w:start w:val="1"/>
      <w:numFmt w:val="decimal"/>
      <w:lvlText w:val="%4."/>
      <w:lvlJc w:val="left"/>
      <w:pPr>
        <w:ind w:left="2701" w:hanging="360"/>
      </w:pPr>
    </w:lvl>
    <w:lvl w:ilvl="4" w:tplc="04160019" w:tentative="1">
      <w:start w:val="1"/>
      <w:numFmt w:val="lowerLetter"/>
      <w:lvlText w:val="%5."/>
      <w:lvlJc w:val="left"/>
      <w:pPr>
        <w:ind w:left="3421" w:hanging="360"/>
      </w:pPr>
    </w:lvl>
    <w:lvl w:ilvl="5" w:tplc="0416001B" w:tentative="1">
      <w:start w:val="1"/>
      <w:numFmt w:val="lowerRoman"/>
      <w:lvlText w:val="%6."/>
      <w:lvlJc w:val="right"/>
      <w:pPr>
        <w:ind w:left="4141" w:hanging="180"/>
      </w:pPr>
    </w:lvl>
    <w:lvl w:ilvl="6" w:tplc="0416000F" w:tentative="1">
      <w:start w:val="1"/>
      <w:numFmt w:val="decimal"/>
      <w:lvlText w:val="%7."/>
      <w:lvlJc w:val="left"/>
      <w:pPr>
        <w:ind w:left="4861" w:hanging="360"/>
      </w:pPr>
    </w:lvl>
    <w:lvl w:ilvl="7" w:tplc="04160019" w:tentative="1">
      <w:start w:val="1"/>
      <w:numFmt w:val="lowerLetter"/>
      <w:lvlText w:val="%8."/>
      <w:lvlJc w:val="left"/>
      <w:pPr>
        <w:ind w:left="5581" w:hanging="360"/>
      </w:pPr>
    </w:lvl>
    <w:lvl w:ilvl="8" w:tplc="0416001B" w:tentative="1">
      <w:start w:val="1"/>
      <w:numFmt w:val="lowerRoman"/>
      <w:lvlText w:val="%9."/>
      <w:lvlJc w:val="right"/>
      <w:pPr>
        <w:ind w:left="6301" w:hanging="180"/>
      </w:pPr>
    </w:lvl>
  </w:abstractNum>
  <w:num w:numId="1" w16cid:durableId="1060514480">
    <w:abstractNumId w:val="6"/>
  </w:num>
  <w:num w:numId="2" w16cid:durableId="466897260">
    <w:abstractNumId w:val="2"/>
  </w:num>
  <w:num w:numId="3" w16cid:durableId="267323852">
    <w:abstractNumId w:val="1"/>
  </w:num>
  <w:num w:numId="4" w16cid:durableId="1172644713">
    <w:abstractNumId w:val="0"/>
  </w:num>
  <w:num w:numId="5" w16cid:durableId="1708211762">
    <w:abstractNumId w:val="7"/>
  </w:num>
  <w:num w:numId="6" w16cid:durableId="1656453717">
    <w:abstractNumId w:val="11"/>
  </w:num>
  <w:num w:numId="7" w16cid:durableId="318728526">
    <w:abstractNumId w:val="4"/>
  </w:num>
  <w:num w:numId="8" w16cid:durableId="231695066">
    <w:abstractNumId w:val="10"/>
  </w:num>
  <w:num w:numId="9" w16cid:durableId="1287929781">
    <w:abstractNumId w:val="10"/>
  </w:num>
  <w:num w:numId="10" w16cid:durableId="593514713">
    <w:abstractNumId w:val="9"/>
  </w:num>
  <w:num w:numId="11" w16cid:durableId="237713194">
    <w:abstractNumId w:val="14"/>
  </w:num>
  <w:num w:numId="12" w16cid:durableId="1555699310">
    <w:abstractNumId w:val="3"/>
  </w:num>
  <w:num w:numId="13" w16cid:durableId="1947151616">
    <w:abstractNumId w:val="8"/>
  </w:num>
  <w:num w:numId="14" w16cid:durableId="1007251121">
    <w:abstractNumId w:val="12"/>
  </w:num>
  <w:num w:numId="15" w16cid:durableId="212157147">
    <w:abstractNumId w:val="5"/>
  </w:num>
  <w:num w:numId="16" w16cid:durableId="203052611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80"/>
    <w:rsid w:val="0000232D"/>
    <w:rsid w:val="00002449"/>
    <w:rsid w:val="00004119"/>
    <w:rsid w:val="00006CAC"/>
    <w:rsid w:val="000114A2"/>
    <w:rsid w:val="00012F55"/>
    <w:rsid w:val="00012FCA"/>
    <w:rsid w:val="0001302D"/>
    <w:rsid w:val="00013BF3"/>
    <w:rsid w:val="000161A7"/>
    <w:rsid w:val="0001703A"/>
    <w:rsid w:val="000177BB"/>
    <w:rsid w:val="00030608"/>
    <w:rsid w:val="000345E0"/>
    <w:rsid w:val="00042FA1"/>
    <w:rsid w:val="00043676"/>
    <w:rsid w:val="00045F12"/>
    <w:rsid w:val="00046691"/>
    <w:rsid w:val="00047184"/>
    <w:rsid w:val="00052B82"/>
    <w:rsid w:val="0005417E"/>
    <w:rsid w:val="00061871"/>
    <w:rsid w:val="00065B9E"/>
    <w:rsid w:val="00072898"/>
    <w:rsid w:val="000768E4"/>
    <w:rsid w:val="000818AF"/>
    <w:rsid w:val="00082184"/>
    <w:rsid w:val="0008674F"/>
    <w:rsid w:val="000867B1"/>
    <w:rsid w:val="00091827"/>
    <w:rsid w:val="00093005"/>
    <w:rsid w:val="00096865"/>
    <w:rsid w:val="00097986"/>
    <w:rsid w:val="000A1C5E"/>
    <w:rsid w:val="000A2C94"/>
    <w:rsid w:val="000A4FCE"/>
    <w:rsid w:val="000A5AFF"/>
    <w:rsid w:val="000A66DD"/>
    <w:rsid w:val="000A6CEA"/>
    <w:rsid w:val="000B08CF"/>
    <w:rsid w:val="000B1EA1"/>
    <w:rsid w:val="000B5EBD"/>
    <w:rsid w:val="000B79B9"/>
    <w:rsid w:val="000C1EB4"/>
    <w:rsid w:val="000C224A"/>
    <w:rsid w:val="000D17D0"/>
    <w:rsid w:val="000D215A"/>
    <w:rsid w:val="000D2C1D"/>
    <w:rsid w:val="000D3005"/>
    <w:rsid w:val="000E0D8E"/>
    <w:rsid w:val="000E20D4"/>
    <w:rsid w:val="000E7284"/>
    <w:rsid w:val="000E7891"/>
    <w:rsid w:val="000F07AC"/>
    <w:rsid w:val="000F11BB"/>
    <w:rsid w:val="000F2D94"/>
    <w:rsid w:val="001004AB"/>
    <w:rsid w:val="001062C1"/>
    <w:rsid w:val="0011077E"/>
    <w:rsid w:val="00111AC5"/>
    <w:rsid w:val="00112FC5"/>
    <w:rsid w:val="001131D2"/>
    <w:rsid w:val="00114A81"/>
    <w:rsid w:val="00115E34"/>
    <w:rsid w:val="00117072"/>
    <w:rsid w:val="00121CAD"/>
    <w:rsid w:val="00122143"/>
    <w:rsid w:val="001240A0"/>
    <w:rsid w:val="00131F59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2C06"/>
    <w:rsid w:val="00144F30"/>
    <w:rsid w:val="001450C9"/>
    <w:rsid w:val="00146F27"/>
    <w:rsid w:val="00147E3A"/>
    <w:rsid w:val="00151F57"/>
    <w:rsid w:val="00154E2A"/>
    <w:rsid w:val="001605C2"/>
    <w:rsid w:val="00162A3B"/>
    <w:rsid w:val="001635AF"/>
    <w:rsid w:val="0016423B"/>
    <w:rsid w:val="0016630B"/>
    <w:rsid w:val="00167348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97DE3"/>
    <w:rsid w:val="001A0334"/>
    <w:rsid w:val="001A0CE7"/>
    <w:rsid w:val="001A109A"/>
    <w:rsid w:val="001A1F42"/>
    <w:rsid w:val="001A33B1"/>
    <w:rsid w:val="001A43C2"/>
    <w:rsid w:val="001A4F4C"/>
    <w:rsid w:val="001A5CC1"/>
    <w:rsid w:val="001B0517"/>
    <w:rsid w:val="001B1899"/>
    <w:rsid w:val="001B5BCA"/>
    <w:rsid w:val="001B7CAF"/>
    <w:rsid w:val="001B7DE5"/>
    <w:rsid w:val="001C06EC"/>
    <w:rsid w:val="001C63AF"/>
    <w:rsid w:val="001C6474"/>
    <w:rsid w:val="001C7C82"/>
    <w:rsid w:val="001D00CD"/>
    <w:rsid w:val="001D0891"/>
    <w:rsid w:val="001D0C04"/>
    <w:rsid w:val="001D5837"/>
    <w:rsid w:val="001E21D0"/>
    <w:rsid w:val="001E280A"/>
    <w:rsid w:val="001E6C88"/>
    <w:rsid w:val="001E75A0"/>
    <w:rsid w:val="001F3A17"/>
    <w:rsid w:val="001F3EA0"/>
    <w:rsid w:val="00200ADE"/>
    <w:rsid w:val="00201BAB"/>
    <w:rsid w:val="00203117"/>
    <w:rsid w:val="00207FFE"/>
    <w:rsid w:val="00212409"/>
    <w:rsid w:val="0021243D"/>
    <w:rsid w:val="0021585A"/>
    <w:rsid w:val="00217CB4"/>
    <w:rsid w:val="0022020D"/>
    <w:rsid w:val="0022076E"/>
    <w:rsid w:val="00230812"/>
    <w:rsid w:val="00232636"/>
    <w:rsid w:val="00232EC2"/>
    <w:rsid w:val="002338F0"/>
    <w:rsid w:val="00234A65"/>
    <w:rsid w:val="0023633E"/>
    <w:rsid w:val="00236B74"/>
    <w:rsid w:val="0024227A"/>
    <w:rsid w:val="0024305A"/>
    <w:rsid w:val="00243AA4"/>
    <w:rsid w:val="00245F19"/>
    <w:rsid w:val="00252B5C"/>
    <w:rsid w:val="002543B8"/>
    <w:rsid w:val="00256C06"/>
    <w:rsid w:val="00256C85"/>
    <w:rsid w:val="00256FE5"/>
    <w:rsid w:val="002629BB"/>
    <w:rsid w:val="00272880"/>
    <w:rsid w:val="00272E02"/>
    <w:rsid w:val="002763C3"/>
    <w:rsid w:val="002777BC"/>
    <w:rsid w:val="00284377"/>
    <w:rsid w:val="00284554"/>
    <w:rsid w:val="00286273"/>
    <w:rsid w:val="00287AE8"/>
    <w:rsid w:val="0029118D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C5A32"/>
    <w:rsid w:val="002D1CE6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614A"/>
    <w:rsid w:val="002F6A7D"/>
    <w:rsid w:val="002F7DF4"/>
    <w:rsid w:val="00300D36"/>
    <w:rsid w:val="00306D5C"/>
    <w:rsid w:val="00313501"/>
    <w:rsid w:val="003141B7"/>
    <w:rsid w:val="003211DD"/>
    <w:rsid w:val="00323FC4"/>
    <w:rsid w:val="0032527F"/>
    <w:rsid w:val="00326530"/>
    <w:rsid w:val="003265E4"/>
    <w:rsid w:val="00331330"/>
    <w:rsid w:val="003331F5"/>
    <w:rsid w:val="00335A73"/>
    <w:rsid w:val="00340239"/>
    <w:rsid w:val="00341FC9"/>
    <w:rsid w:val="0034409A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461A"/>
    <w:rsid w:val="003A5C08"/>
    <w:rsid w:val="003A7873"/>
    <w:rsid w:val="003B1A7A"/>
    <w:rsid w:val="003C05C0"/>
    <w:rsid w:val="003C1028"/>
    <w:rsid w:val="003C1C92"/>
    <w:rsid w:val="003D072B"/>
    <w:rsid w:val="003E0498"/>
    <w:rsid w:val="003E1A86"/>
    <w:rsid w:val="003E2D93"/>
    <w:rsid w:val="003E47C7"/>
    <w:rsid w:val="003E557E"/>
    <w:rsid w:val="003E71CA"/>
    <w:rsid w:val="003F1522"/>
    <w:rsid w:val="003F178F"/>
    <w:rsid w:val="003F3B47"/>
    <w:rsid w:val="003F60B8"/>
    <w:rsid w:val="00400209"/>
    <w:rsid w:val="00400285"/>
    <w:rsid w:val="00402C49"/>
    <w:rsid w:val="004145E9"/>
    <w:rsid w:val="00420D33"/>
    <w:rsid w:val="00423AD6"/>
    <w:rsid w:val="0042501E"/>
    <w:rsid w:val="00425A8A"/>
    <w:rsid w:val="004339B5"/>
    <w:rsid w:val="004345F9"/>
    <w:rsid w:val="00434642"/>
    <w:rsid w:val="00434E27"/>
    <w:rsid w:val="004372F9"/>
    <w:rsid w:val="0044113F"/>
    <w:rsid w:val="00441770"/>
    <w:rsid w:val="0044621B"/>
    <w:rsid w:val="00446703"/>
    <w:rsid w:val="004467C1"/>
    <w:rsid w:val="004475DD"/>
    <w:rsid w:val="004605C8"/>
    <w:rsid w:val="0046228E"/>
    <w:rsid w:val="004644A0"/>
    <w:rsid w:val="00464840"/>
    <w:rsid w:val="00466C1C"/>
    <w:rsid w:val="004728AD"/>
    <w:rsid w:val="00476F56"/>
    <w:rsid w:val="004813FF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C70C1"/>
    <w:rsid w:val="004D160D"/>
    <w:rsid w:val="004D5B5A"/>
    <w:rsid w:val="004E5461"/>
    <w:rsid w:val="004E6FAF"/>
    <w:rsid w:val="004F1078"/>
    <w:rsid w:val="004F11D3"/>
    <w:rsid w:val="004F3438"/>
    <w:rsid w:val="005034BE"/>
    <w:rsid w:val="00505268"/>
    <w:rsid w:val="005107CC"/>
    <w:rsid w:val="00511005"/>
    <w:rsid w:val="0051496D"/>
    <w:rsid w:val="00514E41"/>
    <w:rsid w:val="005156FC"/>
    <w:rsid w:val="005178C2"/>
    <w:rsid w:val="00520F85"/>
    <w:rsid w:val="00530D71"/>
    <w:rsid w:val="005327BC"/>
    <w:rsid w:val="00534C20"/>
    <w:rsid w:val="00536329"/>
    <w:rsid w:val="0053789C"/>
    <w:rsid w:val="005406FC"/>
    <w:rsid w:val="0054121A"/>
    <w:rsid w:val="0054134E"/>
    <w:rsid w:val="005425C5"/>
    <w:rsid w:val="0055111E"/>
    <w:rsid w:val="005512B2"/>
    <w:rsid w:val="0055753B"/>
    <w:rsid w:val="005621E7"/>
    <w:rsid w:val="00565924"/>
    <w:rsid w:val="00565FBF"/>
    <w:rsid w:val="00567973"/>
    <w:rsid w:val="00573C53"/>
    <w:rsid w:val="00574F4C"/>
    <w:rsid w:val="00577464"/>
    <w:rsid w:val="0057757D"/>
    <w:rsid w:val="00580123"/>
    <w:rsid w:val="0058217B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57F3"/>
    <w:rsid w:val="005A5946"/>
    <w:rsid w:val="005B21DF"/>
    <w:rsid w:val="005B3810"/>
    <w:rsid w:val="005B550C"/>
    <w:rsid w:val="005B6B72"/>
    <w:rsid w:val="005B6CB2"/>
    <w:rsid w:val="005C2B35"/>
    <w:rsid w:val="005C35FB"/>
    <w:rsid w:val="005D228E"/>
    <w:rsid w:val="005D2757"/>
    <w:rsid w:val="005D33BC"/>
    <w:rsid w:val="005E17DE"/>
    <w:rsid w:val="005E4132"/>
    <w:rsid w:val="005E559A"/>
    <w:rsid w:val="005E6E81"/>
    <w:rsid w:val="005F5B44"/>
    <w:rsid w:val="0060623C"/>
    <w:rsid w:val="00607FBD"/>
    <w:rsid w:val="006118A1"/>
    <w:rsid w:val="00612B6C"/>
    <w:rsid w:val="006130E2"/>
    <w:rsid w:val="0061610C"/>
    <w:rsid w:val="0061638A"/>
    <w:rsid w:val="00616F26"/>
    <w:rsid w:val="006226F0"/>
    <w:rsid w:val="0062347F"/>
    <w:rsid w:val="00626FDF"/>
    <w:rsid w:val="00627401"/>
    <w:rsid w:val="00635CD5"/>
    <w:rsid w:val="00635DC8"/>
    <w:rsid w:val="0063731D"/>
    <w:rsid w:val="00641F53"/>
    <w:rsid w:val="00642921"/>
    <w:rsid w:val="00645895"/>
    <w:rsid w:val="006478D1"/>
    <w:rsid w:val="00647C11"/>
    <w:rsid w:val="006540BC"/>
    <w:rsid w:val="00655B96"/>
    <w:rsid w:val="006627B0"/>
    <w:rsid w:val="006636E8"/>
    <w:rsid w:val="00665BAB"/>
    <w:rsid w:val="00667B72"/>
    <w:rsid w:val="00667C8D"/>
    <w:rsid w:val="00670D28"/>
    <w:rsid w:val="006725D2"/>
    <w:rsid w:val="00673BB4"/>
    <w:rsid w:val="00674F53"/>
    <w:rsid w:val="00675B49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578D"/>
    <w:rsid w:val="006B6620"/>
    <w:rsid w:val="006B7B32"/>
    <w:rsid w:val="006C0D92"/>
    <w:rsid w:val="006C29D2"/>
    <w:rsid w:val="006C4837"/>
    <w:rsid w:val="006D04BA"/>
    <w:rsid w:val="006D12C4"/>
    <w:rsid w:val="006D2091"/>
    <w:rsid w:val="006D2565"/>
    <w:rsid w:val="006D3883"/>
    <w:rsid w:val="006D4454"/>
    <w:rsid w:val="006D5B5A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57F8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4961"/>
    <w:rsid w:val="007351CF"/>
    <w:rsid w:val="00735D9E"/>
    <w:rsid w:val="00740FBC"/>
    <w:rsid w:val="00742577"/>
    <w:rsid w:val="00744E9D"/>
    <w:rsid w:val="00747DA0"/>
    <w:rsid w:val="00750522"/>
    <w:rsid w:val="00753718"/>
    <w:rsid w:val="00755929"/>
    <w:rsid w:val="00755B09"/>
    <w:rsid w:val="0076026F"/>
    <w:rsid w:val="0076064A"/>
    <w:rsid w:val="00761DDA"/>
    <w:rsid w:val="00762E0E"/>
    <w:rsid w:val="0076333F"/>
    <w:rsid w:val="00764ED1"/>
    <w:rsid w:val="00767B20"/>
    <w:rsid w:val="00771254"/>
    <w:rsid w:val="0077244D"/>
    <w:rsid w:val="00772B70"/>
    <w:rsid w:val="00774B0C"/>
    <w:rsid w:val="00775501"/>
    <w:rsid w:val="0077582D"/>
    <w:rsid w:val="00776424"/>
    <w:rsid w:val="00776C92"/>
    <w:rsid w:val="00776F7F"/>
    <w:rsid w:val="00780CF5"/>
    <w:rsid w:val="007837CB"/>
    <w:rsid w:val="00785E7D"/>
    <w:rsid w:val="0078728B"/>
    <w:rsid w:val="007876F1"/>
    <w:rsid w:val="00791875"/>
    <w:rsid w:val="00796A0F"/>
    <w:rsid w:val="007A01D9"/>
    <w:rsid w:val="007A244A"/>
    <w:rsid w:val="007A452E"/>
    <w:rsid w:val="007A46D5"/>
    <w:rsid w:val="007A66CE"/>
    <w:rsid w:val="007A6A80"/>
    <w:rsid w:val="007B1850"/>
    <w:rsid w:val="007B5383"/>
    <w:rsid w:val="007B62D8"/>
    <w:rsid w:val="007B71F0"/>
    <w:rsid w:val="007C07C0"/>
    <w:rsid w:val="007C0F04"/>
    <w:rsid w:val="007C1BFB"/>
    <w:rsid w:val="007C2F39"/>
    <w:rsid w:val="007C5215"/>
    <w:rsid w:val="007D0A34"/>
    <w:rsid w:val="007D1A82"/>
    <w:rsid w:val="007D2B87"/>
    <w:rsid w:val="007D2BF7"/>
    <w:rsid w:val="007D34F5"/>
    <w:rsid w:val="007D51DE"/>
    <w:rsid w:val="007E0B4C"/>
    <w:rsid w:val="007E1E7E"/>
    <w:rsid w:val="007E2065"/>
    <w:rsid w:val="007E38D4"/>
    <w:rsid w:val="007E3E14"/>
    <w:rsid w:val="007E4C71"/>
    <w:rsid w:val="007E4CA9"/>
    <w:rsid w:val="00800D5C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F30"/>
    <w:rsid w:val="008330E7"/>
    <w:rsid w:val="0083467B"/>
    <w:rsid w:val="00834DC9"/>
    <w:rsid w:val="00836727"/>
    <w:rsid w:val="00842D2F"/>
    <w:rsid w:val="00843B72"/>
    <w:rsid w:val="0084613C"/>
    <w:rsid w:val="00847FCE"/>
    <w:rsid w:val="00851956"/>
    <w:rsid w:val="00851CD8"/>
    <w:rsid w:val="0085402C"/>
    <w:rsid w:val="00854939"/>
    <w:rsid w:val="00860A79"/>
    <w:rsid w:val="008613FE"/>
    <w:rsid w:val="00862D9B"/>
    <w:rsid w:val="00865CBF"/>
    <w:rsid w:val="00870B6C"/>
    <w:rsid w:val="008728B3"/>
    <w:rsid w:val="00873320"/>
    <w:rsid w:val="00880F76"/>
    <w:rsid w:val="00884CE8"/>
    <w:rsid w:val="008857F5"/>
    <w:rsid w:val="0089100F"/>
    <w:rsid w:val="00892AC3"/>
    <w:rsid w:val="00893276"/>
    <w:rsid w:val="008B26DD"/>
    <w:rsid w:val="008B3148"/>
    <w:rsid w:val="008B5114"/>
    <w:rsid w:val="008B689A"/>
    <w:rsid w:val="008B78CB"/>
    <w:rsid w:val="008C59CC"/>
    <w:rsid w:val="008C772E"/>
    <w:rsid w:val="008D2FDB"/>
    <w:rsid w:val="008E03D0"/>
    <w:rsid w:val="008E057C"/>
    <w:rsid w:val="008E0753"/>
    <w:rsid w:val="008E08C6"/>
    <w:rsid w:val="008E0B18"/>
    <w:rsid w:val="008E11A3"/>
    <w:rsid w:val="008E25FE"/>
    <w:rsid w:val="008F14F2"/>
    <w:rsid w:val="008F40DA"/>
    <w:rsid w:val="008F509F"/>
    <w:rsid w:val="008F7478"/>
    <w:rsid w:val="009008B8"/>
    <w:rsid w:val="00905295"/>
    <w:rsid w:val="00905F35"/>
    <w:rsid w:val="00912ABE"/>
    <w:rsid w:val="00916156"/>
    <w:rsid w:val="009161C1"/>
    <w:rsid w:val="009246AC"/>
    <w:rsid w:val="00924923"/>
    <w:rsid w:val="0092554A"/>
    <w:rsid w:val="00925BA5"/>
    <w:rsid w:val="00927815"/>
    <w:rsid w:val="00935335"/>
    <w:rsid w:val="00936CF6"/>
    <w:rsid w:val="00936E57"/>
    <w:rsid w:val="00937C32"/>
    <w:rsid w:val="00945EB7"/>
    <w:rsid w:val="0094686F"/>
    <w:rsid w:val="00952113"/>
    <w:rsid w:val="00952D83"/>
    <w:rsid w:val="00952E7E"/>
    <w:rsid w:val="00954889"/>
    <w:rsid w:val="0095716F"/>
    <w:rsid w:val="00960D19"/>
    <w:rsid w:val="009614AE"/>
    <w:rsid w:val="009615C0"/>
    <w:rsid w:val="009619AA"/>
    <w:rsid w:val="00961DD8"/>
    <w:rsid w:val="009623B7"/>
    <w:rsid w:val="00962473"/>
    <w:rsid w:val="00965F34"/>
    <w:rsid w:val="00971165"/>
    <w:rsid w:val="00971AE7"/>
    <w:rsid w:val="00972D94"/>
    <w:rsid w:val="0097395E"/>
    <w:rsid w:val="00973C68"/>
    <w:rsid w:val="00974479"/>
    <w:rsid w:val="00975933"/>
    <w:rsid w:val="00982331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2AB9"/>
    <w:rsid w:val="009A7A2B"/>
    <w:rsid w:val="009B1246"/>
    <w:rsid w:val="009B4C97"/>
    <w:rsid w:val="009B7F5F"/>
    <w:rsid w:val="009C12D4"/>
    <w:rsid w:val="009C1796"/>
    <w:rsid w:val="009C1C13"/>
    <w:rsid w:val="009C22C9"/>
    <w:rsid w:val="009C3A4C"/>
    <w:rsid w:val="009C5354"/>
    <w:rsid w:val="009C7DCF"/>
    <w:rsid w:val="009D1BC3"/>
    <w:rsid w:val="009D537F"/>
    <w:rsid w:val="009D5BA6"/>
    <w:rsid w:val="009E18F6"/>
    <w:rsid w:val="009E2555"/>
    <w:rsid w:val="009E605F"/>
    <w:rsid w:val="009E64F6"/>
    <w:rsid w:val="009E68A1"/>
    <w:rsid w:val="009F0789"/>
    <w:rsid w:val="009F1F85"/>
    <w:rsid w:val="009F265F"/>
    <w:rsid w:val="009F2C13"/>
    <w:rsid w:val="009F4396"/>
    <w:rsid w:val="009F45D5"/>
    <w:rsid w:val="009F46E4"/>
    <w:rsid w:val="009F574E"/>
    <w:rsid w:val="009F60FF"/>
    <w:rsid w:val="009F65F3"/>
    <w:rsid w:val="009F7F17"/>
    <w:rsid w:val="00A04473"/>
    <w:rsid w:val="00A062D3"/>
    <w:rsid w:val="00A1020A"/>
    <w:rsid w:val="00A10C96"/>
    <w:rsid w:val="00A1136C"/>
    <w:rsid w:val="00A14484"/>
    <w:rsid w:val="00A14D72"/>
    <w:rsid w:val="00A16AEB"/>
    <w:rsid w:val="00A17F76"/>
    <w:rsid w:val="00A27EDA"/>
    <w:rsid w:val="00A33B2B"/>
    <w:rsid w:val="00A34BFC"/>
    <w:rsid w:val="00A3728B"/>
    <w:rsid w:val="00A40A3A"/>
    <w:rsid w:val="00A40E16"/>
    <w:rsid w:val="00A41AF9"/>
    <w:rsid w:val="00A445EE"/>
    <w:rsid w:val="00A44ED3"/>
    <w:rsid w:val="00A4525A"/>
    <w:rsid w:val="00A45FC6"/>
    <w:rsid w:val="00A504DB"/>
    <w:rsid w:val="00A54E40"/>
    <w:rsid w:val="00A566EC"/>
    <w:rsid w:val="00A56EB8"/>
    <w:rsid w:val="00A575CD"/>
    <w:rsid w:val="00A60F6A"/>
    <w:rsid w:val="00A638E3"/>
    <w:rsid w:val="00A64CE4"/>
    <w:rsid w:val="00A657F8"/>
    <w:rsid w:val="00A65B15"/>
    <w:rsid w:val="00A664BE"/>
    <w:rsid w:val="00A67CF1"/>
    <w:rsid w:val="00A71E5F"/>
    <w:rsid w:val="00A72A9D"/>
    <w:rsid w:val="00A75E50"/>
    <w:rsid w:val="00A778BC"/>
    <w:rsid w:val="00A83605"/>
    <w:rsid w:val="00A83AF0"/>
    <w:rsid w:val="00A83DB5"/>
    <w:rsid w:val="00A84D89"/>
    <w:rsid w:val="00A867C2"/>
    <w:rsid w:val="00A8710B"/>
    <w:rsid w:val="00A87149"/>
    <w:rsid w:val="00A9050B"/>
    <w:rsid w:val="00A911ED"/>
    <w:rsid w:val="00A91E6E"/>
    <w:rsid w:val="00A93210"/>
    <w:rsid w:val="00A943B1"/>
    <w:rsid w:val="00A96B62"/>
    <w:rsid w:val="00AA122A"/>
    <w:rsid w:val="00AA12B8"/>
    <w:rsid w:val="00AA15E4"/>
    <w:rsid w:val="00AA24B4"/>
    <w:rsid w:val="00AA5D4F"/>
    <w:rsid w:val="00AA7543"/>
    <w:rsid w:val="00AB0393"/>
    <w:rsid w:val="00AB05D7"/>
    <w:rsid w:val="00AB300E"/>
    <w:rsid w:val="00AB3EA4"/>
    <w:rsid w:val="00AB5D4B"/>
    <w:rsid w:val="00AC0C91"/>
    <w:rsid w:val="00AC1A47"/>
    <w:rsid w:val="00AC1EEB"/>
    <w:rsid w:val="00AC2644"/>
    <w:rsid w:val="00AC47FF"/>
    <w:rsid w:val="00AD2D21"/>
    <w:rsid w:val="00AD3DEB"/>
    <w:rsid w:val="00AD421F"/>
    <w:rsid w:val="00AD5BDA"/>
    <w:rsid w:val="00AE3165"/>
    <w:rsid w:val="00AE4128"/>
    <w:rsid w:val="00AE504D"/>
    <w:rsid w:val="00AE578A"/>
    <w:rsid w:val="00AE6181"/>
    <w:rsid w:val="00AF04C5"/>
    <w:rsid w:val="00AF14AA"/>
    <w:rsid w:val="00AF65F6"/>
    <w:rsid w:val="00AF7A17"/>
    <w:rsid w:val="00B021B3"/>
    <w:rsid w:val="00B02D67"/>
    <w:rsid w:val="00B052EF"/>
    <w:rsid w:val="00B05450"/>
    <w:rsid w:val="00B11C94"/>
    <w:rsid w:val="00B16B20"/>
    <w:rsid w:val="00B25D98"/>
    <w:rsid w:val="00B26F82"/>
    <w:rsid w:val="00B305A5"/>
    <w:rsid w:val="00B32322"/>
    <w:rsid w:val="00B360B9"/>
    <w:rsid w:val="00B41A74"/>
    <w:rsid w:val="00B42524"/>
    <w:rsid w:val="00B517F6"/>
    <w:rsid w:val="00B5364E"/>
    <w:rsid w:val="00B53EC7"/>
    <w:rsid w:val="00B57353"/>
    <w:rsid w:val="00B67D04"/>
    <w:rsid w:val="00B71C7E"/>
    <w:rsid w:val="00B728AB"/>
    <w:rsid w:val="00B72E6F"/>
    <w:rsid w:val="00B73706"/>
    <w:rsid w:val="00B74A12"/>
    <w:rsid w:val="00B81071"/>
    <w:rsid w:val="00B811F7"/>
    <w:rsid w:val="00B83FE5"/>
    <w:rsid w:val="00B844A2"/>
    <w:rsid w:val="00B8623D"/>
    <w:rsid w:val="00B91B72"/>
    <w:rsid w:val="00B94C5B"/>
    <w:rsid w:val="00B963F1"/>
    <w:rsid w:val="00BA0134"/>
    <w:rsid w:val="00BA0821"/>
    <w:rsid w:val="00BA40D4"/>
    <w:rsid w:val="00BA7E69"/>
    <w:rsid w:val="00BB281D"/>
    <w:rsid w:val="00BB4265"/>
    <w:rsid w:val="00BB62C0"/>
    <w:rsid w:val="00BC27D0"/>
    <w:rsid w:val="00BD15E0"/>
    <w:rsid w:val="00BD3E05"/>
    <w:rsid w:val="00BD64F3"/>
    <w:rsid w:val="00BD681F"/>
    <w:rsid w:val="00BD6CAC"/>
    <w:rsid w:val="00BE10EF"/>
    <w:rsid w:val="00BE14D6"/>
    <w:rsid w:val="00BE2FDD"/>
    <w:rsid w:val="00BF206B"/>
    <w:rsid w:val="00BF26C7"/>
    <w:rsid w:val="00BF6808"/>
    <w:rsid w:val="00C03E06"/>
    <w:rsid w:val="00C16C4C"/>
    <w:rsid w:val="00C170FF"/>
    <w:rsid w:val="00C21F6C"/>
    <w:rsid w:val="00C24813"/>
    <w:rsid w:val="00C2690F"/>
    <w:rsid w:val="00C27E12"/>
    <w:rsid w:val="00C40125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CD8"/>
    <w:rsid w:val="00CA1CD3"/>
    <w:rsid w:val="00CA28E1"/>
    <w:rsid w:val="00CA4420"/>
    <w:rsid w:val="00CA5B5A"/>
    <w:rsid w:val="00CA7FA3"/>
    <w:rsid w:val="00CB5DD9"/>
    <w:rsid w:val="00CC3F91"/>
    <w:rsid w:val="00CC6902"/>
    <w:rsid w:val="00CC7AAF"/>
    <w:rsid w:val="00CD01FC"/>
    <w:rsid w:val="00CD08CE"/>
    <w:rsid w:val="00CD0B14"/>
    <w:rsid w:val="00CD2E58"/>
    <w:rsid w:val="00CD4EB1"/>
    <w:rsid w:val="00CE2DFF"/>
    <w:rsid w:val="00CE3CCA"/>
    <w:rsid w:val="00CE5137"/>
    <w:rsid w:val="00CE5BB9"/>
    <w:rsid w:val="00CF5710"/>
    <w:rsid w:val="00D00054"/>
    <w:rsid w:val="00D00598"/>
    <w:rsid w:val="00D0345A"/>
    <w:rsid w:val="00D06CEE"/>
    <w:rsid w:val="00D07E71"/>
    <w:rsid w:val="00D1083E"/>
    <w:rsid w:val="00D117E2"/>
    <w:rsid w:val="00D135E2"/>
    <w:rsid w:val="00D15FDA"/>
    <w:rsid w:val="00D17969"/>
    <w:rsid w:val="00D21165"/>
    <w:rsid w:val="00D237F0"/>
    <w:rsid w:val="00D2559E"/>
    <w:rsid w:val="00D263B9"/>
    <w:rsid w:val="00D26C7C"/>
    <w:rsid w:val="00D32715"/>
    <w:rsid w:val="00D327F3"/>
    <w:rsid w:val="00D35E81"/>
    <w:rsid w:val="00D37B56"/>
    <w:rsid w:val="00D37B77"/>
    <w:rsid w:val="00D44F85"/>
    <w:rsid w:val="00D46155"/>
    <w:rsid w:val="00D4663D"/>
    <w:rsid w:val="00D468F8"/>
    <w:rsid w:val="00D4723C"/>
    <w:rsid w:val="00D546B9"/>
    <w:rsid w:val="00D55F1E"/>
    <w:rsid w:val="00D619F8"/>
    <w:rsid w:val="00D6293D"/>
    <w:rsid w:val="00D6340F"/>
    <w:rsid w:val="00D6512F"/>
    <w:rsid w:val="00D70ED2"/>
    <w:rsid w:val="00D715C2"/>
    <w:rsid w:val="00D72526"/>
    <w:rsid w:val="00D74514"/>
    <w:rsid w:val="00D80F81"/>
    <w:rsid w:val="00D819D0"/>
    <w:rsid w:val="00D86D80"/>
    <w:rsid w:val="00D86EA7"/>
    <w:rsid w:val="00D87460"/>
    <w:rsid w:val="00D9063F"/>
    <w:rsid w:val="00D906F8"/>
    <w:rsid w:val="00D909C3"/>
    <w:rsid w:val="00D9305B"/>
    <w:rsid w:val="00DA3DD6"/>
    <w:rsid w:val="00DA46EB"/>
    <w:rsid w:val="00DA58A6"/>
    <w:rsid w:val="00DA7D27"/>
    <w:rsid w:val="00DB0DAD"/>
    <w:rsid w:val="00DB1DB5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0EBF"/>
    <w:rsid w:val="00E41267"/>
    <w:rsid w:val="00E413A0"/>
    <w:rsid w:val="00E428C7"/>
    <w:rsid w:val="00E46931"/>
    <w:rsid w:val="00E504DD"/>
    <w:rsid w:val="00E54B18"/>
    <w:rsid w:val="00E54B89"/>
    <w:rsid w:val="00E564A0"/>
    <w:rsid w:val="00E573D3"/>
    <w:rsid w:val="00E6176D"/>
    <w:rsid w:val="00E6229D"/>
    <w:rsid w:val="00E65060"/>
    <w:rsid w:val="00E66AC6"/>
    <w:rsid w:val="00E7588E"/>
    <w:rsid w:val="00E80E3E"/>
    <w:rsid w:val="00E82E3D"/>
    <w:rsid w:val="00E85E64"/>
    <w:rsid w:val="00E87A0F"/>
    <w:rsid w:val="00E87D5F"/>
    <w:rsid w:val="00E902ED"/>
    <w:rsid w:val="00E90554"/>
    <w:rsid w:val="00E922D5"/>
    <w:rsid w:val="00E92B1F"/>
    <w:rsid w:val="00E942F9"/>
    <w:rsid w:val="00E9467F"/>
    <w:rsid w:val="00E97501"/>
    <w:rsid w:val="00EA08E8"/>
    <w:rsid w:val="00EA6445"/>
    <w:rsid w:val="00EA7DF8"/>
    <w:rsid w:val="00EB32BC"/>
    <w:rsid w:val="00EC005C"/>
    <w:rsid w:val="00EC5473"/>
    <w:rsid w:val="00EC750E"/>
    <w:rsid w:val="00EC7898"/>
    <w:rsid w:val="00ED6D5B"/>
    <w:rsid w:val="00EE2EFD"/>
    <w:rsid w:val="00EE7D97"/>
    <w:rsid w:val="00EF0E9E"/>
    <w:rsid w:val="00EF15B3"/>
    <w:rsid w:val="00EF1E80"/>
    <w:rsid w:val="00EF3B3F"/>
    <w:rsid w:val="00F00BA0"/>
    <w:rsid w:val="00F016E6"/>
    <w:rsid w:val="00F01BF8"/>
    <w:rsid w:val="00F07DA0"/>
    <w:rsid w:val="00F1512E"/>
    <w:rsid w:val="00F172BB"/>
    <w:rsid w:val="00F20BC8"/>
    <w:rsid w:val="00F2440E"/>
    <w:rsid w:val="00F25B04"/>
    <w:rsid w:val="00F31122"/>
    <w:rsid w:val="00F349B2"/>
    <w:rsid w:val="00F35F76"/>
    <w:rsid w:val="00F37C50"/>
    <w:rsid w:val="00F47326"/>
    <w:rsid w:val="00F47928"/>
    <w:rsid w:val="00F5121F"/>
    <w:rsid w:val="00F51ACF"/>
    <w:rsid w:val="00F53C2E"/>
    <w:rsid w:val="00F54801"/>
    <w:rsid w:val="00F550E8"/>
    <w:rsid w:val="00F567BD"/>
    <w:rsid w:val="00F56CE1"/>
    <w:rsid w:val="00F604C7"/>
    <w:rsid w:val="00F6294A"/>
    <w:rsid w:val="00F634D5"/>
    <w:rsid w:val="00F64A07"/>
    <w:rsid w:val="00F656F7"/>
    <w:rsid w:val="00F67B08"/>
    <w:rsid w:val="00F7374F"/>
    <w:rsid w:val="00F80162"/>
    <w:rsid w:val="00F8246A"/>
    <w:rsid w:val="00F91E21"/>
    <w:rsid w:val="00FA0CD0"/>
    <w:rsid w:val="00FA1237"/>
    <w:rsid w:val="00FA46C0"/>
    <w:rsid w:val="00FA4C49"/>
    <w:rsid w:val="00FA58BF"/>
    <w:rsid w:val="00FB161A"/>
    <w:rsid w:val="00FB7108"/>
    <w:rsid w:val="00FC0B84"/>
    <w:rsid w:val="00FC0F15"/>
    <w:rsid w:val="00FC167D"/>
    <w:rsid w:val="00FC18EB"/>
    <w:rsid w:val="00FC3CFE"/>
    <w:rsid w:val="00FD0687"/>
    <w:rsid w:val="00FD3A65"/>
    <w:rsid w:val="00FD477E"/>
    <w:rsid w:val="00FD57DA"/>
    <w:rsid w:val="00FD6B8B"/>
    <w:rsid w:val="00FD74FA"/>
    <w:rsid w:val="00FE43BD"/>
    <w:rsid w:val="00FE6C87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0E06C67D"/>
  <w15:docId w15:val="{D9591CE3-0A70-43AC-8868-5F3BB67C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iPriority w:val="99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TaxCatchAll xmlns="a598a43f-87d3-4d54-92bf-9cb1525813ca" xsi:nil="true"/>
    <_ip_UnifiedCompliancePolicyProperties xmlns="http://schemas.microsoft.com/sharepoint/v3" xsi:nil="true"/>
    <lcf76f155ced4ddcb4097134ff3c332f xmlns="bc44b67e-b7d2-4bc0-8412-3814c8e3945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5B5F466B03784DA51C5CFC6C44804F" ma:contentTypeVersion="16" ma:contentTypeDescription="Crie um novo documento." ma:contentTypeScope="" ma:versionID="1dd2493caf3e2dc45d53f73d0cb10d85">
  <xsd:schema xmlns:xsd="http://www.w3.org/2001/XMLSchema" xmlns:xs="http://www.w3.org/2001/XMLSchema" xmlns:p="http://schemas.microsoft.com/office/2006/metadata/properties" xmlns:ns1="http://schemas.microsoft.com/sharepoint/v3" xmlns:ns2="bc44b67e-b7d2-4bc0-8412-3814c8e3945f" xmlns:ns3="a598a43f-87d3-4d54-92bf-9cb1525813ca" targetNamespace="http://schemas.microsoft.com/office/2006/metadata/properties" ma:root="true" ma:fieldsID="002d51361d1c8fc66f15a3204f3ca35b" ns1:_="" ns2:_="" ns3:_="">
    <xsd:import namespace="http://schemas.microsoft.com/sharepoint/v3"/>
    <xsd:import namespace="bc44b67e-b7d2-4bc0-8412-3814c8e3945f"/>
    <xsd:import namespace="a598a43f-87d3-4d54-92bf-9cb1525813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4b67e-b7d2-4bc0-8412-3814c8e394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8a43f-87d3-4d54-92bf-9cb1525813c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2467e71-8490-40d5-b291-e1162427f65f}" ma:internalName="TaxCatchAll" ma:showField="CatchAllData" ma:web="a598a43f-87d3-4d54-92bf-9cb1525813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  <ds:schemaRef ds:uri="http://schemas.microsoft.com/sharepoint/v3"/>
    <ds:schemaRef ds:uri="a598a43f-87d3-4d54-92bf-9cb1525813ca"/>
    <ds:schemaRef ds:uri="bc44b67e-b7d2-4bc0-8412-3814c8e3945f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B5ECE2-9B1B-4E69-B8E7-68395045F1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E61822-9B05-4045-B4D8-3BF5612D5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c44b67e-b7d2-4bc0-8412-3814c8e3945f"/>
    <ds:schemaRef ds:uri="a598a43f-87d3-4d54-92bf-9cb152581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40ed6a7-0f03-43d9-901d-02d4a7e408aa}" enabled="1" method="Privileged" siteId="{7893571b-6c2c-4cef-b4da-7d4b266a062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14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CVRD;dalile.duarte@vale.com</dc:creator>
  <cp:lastModifiedBy>Dalile Duarte</cp:lastModifiedBy>
  <cp:revision>7</cp:revision>
  <cp:lastPrinted>2015-02-26T12:03:00Z</cp:lastPrinted>
  <dcterms:created xsi:type="dcterms:W3CDTF">2024-02-20T15:10:00Z</dcterms:created>
  <dcterms:modified xsi:type="dcterms:W3CDTF">2024-07-25T19:52:00Z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0x01010056A41E9D0A92D04B8428DA0C17EF3661</vt:lpwstr>
  </property>
  <property fmtid="{D5CDD505-2E9C-101B-9397-08002B2CF9AE}" pid="3" name="MSIP_Label_340ed6a7-0f03-43d9-901d-02d4a7e408aa_Enabled">
    <vt:lpwstr>true</vt:lpwstr>
  </property>
  <property fmtid="{D5CDD505-2E9C-101B-9397-08002B2CF9AE}" pid="4" name="MSIP_Label_340ed6a7-0f03-43d9-901d-02d4a7e408aa_SetDate">
    <vt:lpwstr>2021-02-24T11:14:25Z</vt:lpwstr>
  </property>
  <property fmtid="{D5CDD505-2E9C-101B-9397-08002B2CF9AE}" pid="5" name="MSIP_Label_340ed6a7-0f03-43d9-901d-02d4a7e408aa_Method">
    <vt:lpwstr>Privileged</vt:lpwstr>
  </property>
  <property fmtid="{D5CDD505-2E9C-101B-9397-08002B2CF9AE}" pid="6" name="MSIP_Label_340ed6a7-0f03-43d9-901d-02d4a7e408aa_Name">
    <vt:lpwstr>Public</vt:lpwstr>
  </property>
  <property fmtid="{D5CDD505-2E9C-101B-9397-08002B2CF9AE}" pid="7" name="MSIP_Label_340ed6a7-0f03-43d9-901d-02d4a7e408aa_SiteId">
    <vt:lpwstr>7893571b-6c2c-4cef-b4da-7d4b266a0626</vt:lpwstr>
  </property>
  <property fmtid="{D5CDD505-2E9C-101B-9397-08002B2CF9AE}" pid="8" name="MSIP_Label_340ed6a7-0f03-43d9-901d-02d4a7e408aa_ActionId">
    <vt:lpwstr>af761414-3a14-4f34-a9d0-07ea51a70e20</vt:lpwstr>
  </property>
  <property fmtid="{D5CDD505-2E9C-101B-9397-08002B2CF9AE}" pid="9" name="MSIP_Label_340ed6a7-0f03-43d9-901d-02d4a7e408aa_ContentBits">
    <vt:lpwstr>0</vt:lpwstr>
  </property>
  <property fmtid="{D5CDD505-2E9C-101B-9397-08002B2CF9AE}" pid="10" name="MediaServiceImageTags">
    <vt:lpwstr/>
  </property>
</Properties>
</file>